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23307D" w14:textId="557AFDFC" w:rsidR="00416376" w:rsidRPr="00BC5DF6" w:rsidRDefault="00A45E40" w:rsidP="002B1152">
      <w: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5B081249" wp14:editId="11468CB1">
                <wp:simplePos x="0" y="0"/>
                <wp:positionH relativeFrom="margin">
                  <wp:posOffset>-250190</wp:posOffset>
                </wp:positionH>
                <wp:positionV relativeFrom="paragraph">
                  <wp:posOffset>-218552</wp:posOffset>
                </wp:positionV>
                <wp:extent cx="9372600" cy="2990850"/>
                <wp:effectExtent l="0" t="0" r="0" b="0"/>
                <wp:wrapNone/>
                <wp:docPr id="1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9372600" cy="2990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49624AD" w14:textId="77777777" w:rsidR="002763E9" w:rsidRPr="00D50B4B" w:rsidRDefault="002763E9" w:rsidP="002763E9">
                            <w:pPr>
                              <w:pStyle w:val="BasicParagraph"/>
                              <w:jc w:val="center"/>
                              <w:rPr>
                                <w:b/>
                                <w:bCs/>
                                <w:sz w:val="36"/>
                                <w:szCs w:val="36"/>
                                <w:rFonts w:ascii="Open Sans" w:hAnsi="Open Sans" w:cs="Open Sans"/>
                              </w:rPr>
                            </w:pPr>
                            <w:r>
                              <w:rPr>
                                <w:b/>
                                <w:sz w:val="36"/>
                                <w:rFonts w:ascii="Open Sans" w:hAnsi="Open Sans"/>
                              </w:rPr>
                              <w:t xml:space="preserve">Nous certifions par la présente que</w:t>
                            </w:r>
                          </w:p>
                          <w:p w14:paraId="5F09C0D6" w14:textId="77777777" w:rsidR="002763E9" w:rsidRPr="00D50B4B" w:rsidRDefault="002763E9" w:rsidP="002763E9">
                            <w:pPr>
                              <w:pStyle w:val="BasicParagraph"/>
                              <w:pBdr>
                                <w:bottom w:val="single" w:sz="6" w:space="1" w:color="auto"/>
                              </w:pBdr>
                              <w:spacing w:before="170"/>
                              <w:jc w:val="center"/>
                              <w:rPr>
                                <w:bCs/>
                                <w:color w:val="auto"/>
                                <w:sz w:val="60"/>
                                <w:szCs w:val="44"/>
                                <w:rFonts w:ascii="Open Sans" w:hAnsi="Open Sans" w:cs="Open Sans"/>
                              </w:rPr>
                            </w:pPr>
                            <w:r>
                              <w:rPr>
                                <w:color w:val="auto"/>
                                <w:sz w:val="60"/>
                                <w:rFonts w:ascii="Open Sans" w:hAnsi="Open Sans"/>
                              </w:rPr>
                              <w:t xml:space="preserve">XXXX</w:t>
                            </w:r>
                          </w:p>
                          <w:p w14:paraId="1437B03B" w14:textId="77777777" w:rsidR="002763E9" w:rsidRPr="00D50B4B" w:rsidRDefault="002763E9" w:rsidP="002763E9">
                            <w:pPr>
                              <w:pStyle w:val="BasicParagraph"/>
                              <w:spacing w:before="300"/>
                              <w:jc w:val="center"/>
                              <w:rPr>
                                <w:bCs/>
                                <w:sz w:val="32"/>
                                <w:szCs w:val="32"/>
                                <w:rFonts w:ascii="Open Sans" w:hAnsi="Open Sans" w:cs="Open Sans"/>
                              </w:rPr>
                            </w:pPr>
                            <w:r>
                              <w:rPr>
                                <w:sz w:val="32"/>
                                <w:rFonts w:ascii="Open Sans" w:hAnsi="Open Sans"/>
                              </w:rPr>
                              <w:t xml:space="preserve">a achevé avec succès la</w:t>
                            </w:r>
                            <w:r>
                              <w:rPr>
                                <w:sz w:val="32"/>
                                <w:rFonts w:ascii="Open Sans" w:hAnsi="Open Sans"/>
                              </w:rPr>
                              <w:t xml:space="preserve"> </w:t>
                            </w:r>
                          </w:p>
                          <w:p w14:paraId="37707CC9" w14:textId="3DD82272" w:rsidR="002763E9" w:rsidRPr="00D50B4B" w:rsidRDefault="002763E9" w:rsidP="002763E9">
                            <w:pPr>
                              <w:pStyle w:val="BasicParagraph"/>
                              <w:spacing w:before="300"/>
                              <w:jc w:val="center"/>
                              <w:rPr>
                                <w:b/>
                                <w:sz w:val="56"/>
                                <w:szCs w:val="58"/>
                                <w:rFonts w:ascii="Montserrat" w:hAnsi="Montserrat" w:cs="Arial-BoldMT"/>
                              </w:rPr>
                            </w:pPr>
                            <w:r>
                              <w:rPr>
                                <w:b/>
                                <w:color w:val="C00000"/>
                                <w:sz w:val="56"/>
                                <w:rFonts w:ascii="Montserrat" w:hAnsi="Montserrat"/>
                              </w:rPr>
                              <w:t xml:space="preserve">Formation sur l'engagement communautaire et la redevabilité (CEA) dans les situations d'urgence</w:t>
                            </w:r>
                          </w:p>
                          <w:p w14:paraId="716FEB15" w14:textId="77777777" w:rsidR="002763E9" w:rsidRPr="00BC5DF6" w:rsidRDefault="002763E9" w:rsidP="002763E9">
                            <w:pPr>
                              <w:shd w:val="clear" w:color="auto" w:fill="FFFFFF"/>
                              <w:spacing w:line="360" w:lineRule="auto"/>
                              <w:jc w:val="center"/>
                              <w:rPr>
                                <w:rFonts w:ascii="Arial" w:eastAsia="Times New Roman" w:hAnsi="Arial" w:cs="Arial"/>
                                <w:color w:val="222222"/>
                                <w:sz w:val="22"/>
                                <w:szCs w:val="22"/>
                              </w:rPr>
                            </w:pPr>
                          </w:p>
                          <w:p w14:paraId="6D9A6A14" w14:textId="77777777" w:rsidR="002763E9" w:rsidRPr="000F2ECB" w:rsidRDefault="002763E9" w:rsidP="002763E9">
                            <w:pPr>
                              <w:pStyle w:val="BasicParagraph"/>
                              <w:pBdr>
                                <w:bottom w:val="single" w:sz="6" w:space="1" w:color="auto"/>
                              </w:pBdr>
                              <w:spacing w:before="57"/>
                              <w:jc w:val="center"/>
                              <w:rPr>
                                <w:rFonts w:ascii="Arial" w:hAnsi="Arial" w:cs="ArialMT"/>
                                <w:sz w:val="20"/>
                                <w:szCs w:val="20"/>
                              </w:rPr>
                            </w:pPr>
                          </w:p>
                          <w:p w14:paraId="57E47F5E" w14:textId="77777777" w:rsidR="002763E9" w:rsidRPr="000F2ECB" w:rsidRDefault="002763E9" w:rsidP="002763E9">
                            <w:pPr>
                              <w:pStyle w:val="BasicParagraph"/>
                              <w:jc w:val="center"/>
                              <w:rPr>
                                <w:rFonts w:ascii="Arial" w:hAnsi="Arial" w:cs="Arial-ItalicMT"/>
                                <w:i/>
                                <w:iCs/>
                                <w:sz w:val="18"/>
                                <w:szCs w:val="18"/>
                              </w:rPr>
                            </w:pPr>
                          </w:p>
                          <w:p w14:paraId="73F72DF5" w14:textId="77777777" w:rsidR="002763E9" w:rsidRPr="000F2ECB" w:rsidRDefault="002763E9" w:rsidP="002763E9">
                            <w:pPr>
                              <w:rPr>
                                <w:rFonts w:ascii="Arial" w:hAnsi="Arial"/>
                              </w:rPr>
                            </w:pPr>
                          </w:p>
                          <w:p w14:paraId="6CAB1706" w14:textId="77777777" w:rsidR="002763E9" w:rsidRDefault="002763E9" w:rsidP="002763E9"/>
                          <w:p w14:paraId="7A9F274E" w14:textId="77777777" w:rsidR="002763E9" w:rsidRDefault="002763E9" w:rsidP="002763E9"/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B081249" id="_x0000_t202" coordsize="21600,21600" o:spt="202" path="m,l,21600r21600,l21600,xe">
                <v:stroke joinstyle="miter"/>
                <v:path gradientshapeok="t" o:connecttype="rect"/>
              </v:shapetype>
              <v:shape id="Text Box 11" o:spid="_x0000_s1026" type="#_x0000_t202" style="position:absolute;margin-left:-19.7pt;margin-top:-17.2pt;width:738pt;height:235.5pt;z-index:-2516561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" filled="f" stroked="f">
                <v:path arrowok="t"/>
                <v:textbox inset=",7.2pt,,7.2pt">
                  <w:txbxContent>
                    <w:p w14:paraId="149624AD" w14:textId="77777777" w:rsidR="002763E9" w:rsidRPr="00D50B4B" w:rsidRDefault="002763E9" w:rsidP="002763E9">
                      <w:pPr>
                        <w:pStyle w:val="BasicParagraph"/>
                        <w:jc w:val="center"/>
                        <w:rPr>
                          <w:b/>
                          <w:bCs/>
                          <w:sz w:val="36"/>
                          <w:szCs w:val="36"/>
                          <w:rFonts w:ascii="Open Sans" w:hAnsi="Open Sans" w:cs="Open Sans"/>
                        </w:rPr>
                      </w:pPr>
                      <w:r>
                        <w:rPr>
                          <w:b/>
                          <w:sz w:val="36"/>
                          <w:rFonts w:ascii="Open Sans" w:hAnsi="Open Sans"/>
                        </w:rPr>
                        <w:t xml:space="preserve">Nous certifions par la présente que</w:t>
                      </w:r>
                    </w:p>
                    <w:p w14:paraId="5F09C0D6" w14:textId="77777777" w:rsidR="002763E9" w:rsidRPr="00D50B4B" w:rsidRDefault="002763E9" w:rsidP="002763E9">
                      <w:pPr>
                        <w:pStyle w:val="BasicParagraph"/>
                        <w:pBdr>
                          <w:bottom w:val="single" w:sz="6" w:space="1" w:color="auto"/>
                        </w:pBdr>
                        <w:spacing w:before="170"/>
                        <w:jc w:val="center"/>
                        <w:rPr>
                          <w:bCs/>
                          <w:color w:val="auto"/>
                          <w:sz w:val="60"/>
                          <w:szCs w:val="44"/>
                          <w:rFonts w:ascii="Open Sans" w:hAnsi="Open Sans" w:cs="Open Sans"/>
                        </w:rPr>
                      </w:pPr>
                      <w:r>
                        <w:rPr>
                          <w:color w:val="auto"/>
                          <w:sz w:val="60"/>
                          <w:rFonts w:ascii="Open Sans" w:hAnsi="Open Sans"/>
                        </w:rPr>
                        <w:t xml:space="preserve">XXXX</w:t>
                      </w:r>
                    </w:p>
                    <w:p w14:paraId="1437B03B" w14:textId="77777777" w:rsidR="002763E9" w:rsidRPr="00D50B4B" w:rsidRDefault="002763E9" w:rsidP="002763E9">
                      <w:pPr>
                        <w:pStyle w:val="BasicParagraph"/>
                        <w:spacing w:before="300"/>
                        <w:jc w:val="center"/>
                        <w:rPr>
                          <w:bCs/>
                          <w:sz w:val="32"/>
                          <w:szCs w:val="32"/>
                          <w:rFonts w:ascii="Open Sans" w:hAnsi="Open Sans" w:cs="Open Sans"/>
                        </w:rPr>
                      </w:pPr>
                      <w:r>
                        <w:rPr>
                          <w:sz w:val="32"/>
                          <w:rFonts w:ascii="Open Sans" w:hAnsi="Open Sans"/>
                        </w:rPr>
                        <w:t xml:space="preserve">a achevé avec succès la</w:t>
                      </w:r>
                      <w:r>
                        <w:rPr>
                          <w:sz w:val="32"/>
                          <w:rFonts w:ascii="Open Sans" w:hAnsi="Open Sans"/>
                        </w:rPr>
                        <w:t xml:space="preserve"> </w:t>
                      </w:r>
                    </w:p>
                    <w:p w14:paraId="37707CC9" w14:textId="3DD82272" w:rsidR="002763E9" w:rsidRPr="00D50B4B" w:rsidRDefault="002763E9" w:rsidP="002763E9">
                      <w:pPr>
                        <w:pStyle w:val="BasicParagraph"/>
                        <w:spacing w:before="300"/>
                        <w:jc w:val="center"/>
                        <w:rPr>
                          <w:b/>
                          <w:sz w:val="56"/>
                          <w:szCs w:val="58"/>
                          <w:rFonts w:ascii="Montserrat" w:hAnsi="Montserrat" w:cs="Arial-BoldMT"/>
                        </w:rPr>
                      </w:pPr>
                      <w:r>
                        <w:rPr>
                          <w:b/>
                          <w:color w:val="C00000"/>
                          <w:sz w:val="56"/>
                          <w:rFonts w:ascii="Montserrat" w:hAnsi="Montserrat"/>
                        </w:rPr>
                        <w:t xml:space="preserve">Formation sur l'engagement communautaire et la redevabilité (CEA) dans les situations d'urgence</w:t>
                      </w:r>
                    </w:p>
                    <w:p w14:paraId="716FEB15" w14:textId="77777777" w:rsidR="002763E9" w:rsidRPr="00BC5DF6" w:rsidRDefault="002763E9" w:rsidP="002763E9">
                      <w:pPr>
                        <w:shd w:val="clear" w:color="auto" w:fill="FFFFFF"/>
                        <w:spacing w:line="360" w:lineRule="auto"/>
                        <w:jc w:val="center"/>
                        <w:rPr>
                          <w:rFonts w:ascii="Arial" w:eastAsia="Times New Roman" w:hAnsi="Arial" w:cs="Arial"/>
                          <w:color w:val="222222"/>
                          <w:sz w:val="22"/>
                          <w:szCs w:val="22"/>
                        </w:rPr>
                      </w:pPr>
                    </w:p>
                    <w:p w14:paraId="6D9A6A14" w14:textId="77777777" w:rsidR="002763E9" w:rsidRPr="000F2ECB" w:rsidRDefault="002763E9" w:rsidP="002763E9">
                      <w:pPr>
                        <w:pStyle w:val="BasicParagraph"/>
                        <w:pBdr>
                          <w:bottom w:val="single" w:sz="6" w:space="1" w:color="auto"/>
                        </w:pBdr>
                        <w:spacing w:before="57"/>
                        <w:jc w:val="center"/>
                        <w:rPr>
                          <w:rFonts w:ascii="Arial" w:hAnsi="Arial" w:cs="ArialMT"/>
                          <w:sz w:val="20"/>
                          <w:szCs w:val="20"/>
                        </w:rPr>
                      </w:pPr>
                    </w:p>
                    <w:p w14:paraId="57E47F5E" w14:textId="77777777" w:rsidR="002763E9" w:rsidRPr="000F2ECB" w:rsidRDefault="002763E9" w:rsidP="002763E9">
                      <w:pPr>
                        <w:pStyle w:val="BasicParagraph"/>
                        <w:jc w:val="center"/>
                        <w:rPr>
                          <w:rFonts w:ascii="Arial" w:hAnsi="Arial" w:cs="Arial-ItalicMT"/>
                          <w:i/>
                          <w:iCs/>
                          <w:sz w:val="18"/>
                          <w:szCs w:val="18"/>
                        </w:rPr>
                      </w:pPr>
                    </w:p>
                    <w:p w14:paraId="73F72DF5" w14:textId="77777777" w:rsidR="002763E9" w:rsidRPr="000F2ECB" w:rsidRDefault="002763E9" w:rsidP="002763E9">
                      <w:pPr>
                        <w:rPr>
                          <w:rFonts w:ascii="Arial" w:hAnsi="Arial"/>
                        </w:rPr>
                      </w:pPr>
                    </w:p>
                    <w:p w14:paraId="6CAB1706" w14:textId="77777777" w:rsidR="002763E9" w:rsidRDefault="002763E9" w:rsidP="002763E9"/>
                    <w:p w14:paraId="7A9F274E" w14:textId="77777777" w:rsidR="002763E9" w:rsidRDefault="002763E9" w:rsidP="002763E9"/>
                  </w:txbxContent>
                </v:textbox>
                <w10:wrap anchorx="margin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69EB24F" wp14:editId="6055E259">
                <wp:simplePos x="0" y="0"/>
                <wp:positionH relativeFrom="column">
                  <wp:posOffset>5289177</wp:posOffset>
                </wp:positionH>
                <wp:positionV relativeFrom="paragraph">
                  <wp:posOffset>3092450</wp:posOffset>
                </wp:positionV>
                <wp:extent cx="3417570" cy="1828800"/>
                <wp:effectExtent l="0" t="0" r="0" b="0"/>
                <wp:wrapNone/>
                <wp:docPr id="10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41757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3527411" w14:textId="0B06BFA6" w:rsidR="00D50B4B" w:rsidRPr="00D50B4B" w:rsidRDefault="00D50B4B" w:rsidP="00D50B4B">
                            <w:pPr>
                              <w:jc w:val="center"/>
                              <w:rPr>
                                <w:b/>
                                <w:sz w:val="32"/>
                                <w:szCs w:val="32"/>
                                <w:rFonts w:ascii="Open Sans" w:hAnsi="Open Sans" w:cs="Open Sans"/>
                              </w:rPr>
                            </w:pPr>
                            <w:r>
                              <w:rPr>
                                <w:b/>
                                <w:sz w:val="32"/>
                                <w:rFonts w:ascii="Open Sans" w:hAnsi="Open Sans"/>
                              </w:rPr>
                              <w:t xml:space="preserve">Nom du supérieur</w:t>
                            </w:r>
                          </w:p>
                          <w:p w14:paraId="3D3B9E52" w14:textId="77777777" w:rsidR="00D50B4B" w:rsidRPr="00D50B4B" w:rsidRDefault="00D50B4B" w:rsidP="00D50B4B">
                            <w:pPr>
                              <w:jc w:val="center"/>
                              <w:rPr>
                                <w:rFonts w:ascii="Open Sans" w:hAnsi="Open Sans" w:cs="Open Sans"/>
                                <w:sz w:val="32"/>
                                <w:szCs w:val="32"/>
                              </w:rPr>
                            </w:pPr>
                          </w:p>
                          <w:p w14:paraId="33358A3B" w14:textId="77777777" w:rsidR="00D50B4B" w:rsidRPr="00D50B4B" w:rsidRDefault="00D50B4B" w:rsidP="00D50B4B">
                            <w:pPr>
                              <w:jc w:val="center"/>
                              <w:rPr>
                                <w:i/>
                                <w:iCs/>
                                <w:sz w:val="32"/>
                                <w:szCs w:val="32"/>
                                <w:rFonts w:ascii="Open Sans" w:hAnsi="Open Sans" w:cs="Open Sans"/>
                              </w:rPr>
                            </w:pPr>
                            <w:r>
                              <w:rPr>
                                <w:i/>
                                <w:sz w:val="32"/>
                                <w:rFonts w:ascii="Open Sans" w:hAnsi="Open Sans"/>
                              </w:rPr>
                              <w:t xml:space="preserve">Signature</w:t>
                            </w:r>
                          </w:p>
                          <w:p w14:paraId="2804B621" w14:textId="77777777" w:rsidR="00D50B4B" w:rsidRPr="00D50B4B" w:rsidRDefault="00D50B4B" w:rsidP="00D50B4B">
                            <w:pPr>
                              <w:jc w:val="center"/>
                              <w:rPr>
                                <w:rFonts w:ascii="Open Sans" w:hAnsi="Open Sans" w:cs="Open Sans"/>
                                <w:sz w:val="32"/>
                                <w:szCs w:val="32"/>
                              </w:rPr>
                            </w:pPr>
                          </w:p>
                          <w:p w14:paraId="57CBC868" w14:textId="77777777" w:rsidR="00D50B4B" w:rsidRPr="00D50B4B" w:rsidRDefault="00D50B4B" w:rsidP="00D50B4B">
                            <w:pPr>
                              <w:jc w:val="center"/>
                              <w:rPr>
                                <w:sz w:val="32"/>
                                <w:szCs w:val="32"/>
                                <w:rFonts w:ascii="Open Sans" w:hAnsi="Open Sans" w:cs="Open Sans"/>
                              </w:rPr>
                            </w:pPr>
                            <w:r>
                              <w:rPr>
                                <w:sz w:val="32"/>
                                <w:rFonts w:ascii="Open Sans" w:hAnsi="Open Sans"/>
                              </w:rPr>
                              <w:t xml:space="preserve">Titre du poste et organisation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69EB24F" id="Text Box 16" o:spid="_x0000_s1027" type="#_x0000_t202" style="position:absolute;margin-left:416.45pt;margin-top:243.5pt;width:269.1pt;height:2in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" filled="f" stroked="f">
                <v:path arrowok="t"/>
                <v:textbox inset=",7.2pt,,7.2pt">
                  <w:txbxContent>
                    <w:p w14:paraId="73527411" w14:textId="0B06BFA6" w:rsidR="00D50B4B" w:rsidRPr="00D50B4B" w:rsidRDefault="00D50B4B" w:rsidP="00D50B4B">
                      <w:pPr>
                        <w:jc w:val="center"/>
                        <w:rPr>
                          <w:b/>
                          <w:sz w:val="32"/>
                          <w:szCs w:val="32"/>
                          <w:rFonts w:ascii="Open Sans" w:hAnsi="Open Sans" w:cs="Open Sans"/>
                        </w:rPr>
                      </w:pPr>
                      <w:r>
                        <w:rPr>
                          <w:b/>
                          <w:sz w:val="32"/>
                          <w:rFonts w:ascii="Open Sans" w:hAnsi="Open Sans"/>
                        </w:rPr>
                        <w:t xml:space="preserve">Nom du supérieur</w:t>
                      </w:r>
                    </w:p>
                    <w:p w14:paraId="3D3B9E52" w14:textId="77777777" w:rsidR="00D50B4B" w:rsidRPr="00D50B4B" w:rsidRDefault="00D50B4B" w:rsidP="00D50B4B">
                      <w:pPr>
                        <w:jc w:val="center"/>
                        <w:rPr>
                          <w:rFonts w:ascii="Open Sans" w:hAnsi="Open Sans" w:cs="Open Sans"/>
                          <w:sz w:val="32"/>
                          <w:szCs w:val="32"/>
                        </w:rPr>
                      </w:pPr>
                    </w:p>
                    <w:p w14:paraId="33358A3B" w14:textId="77777777" w:rsidR="00D50B4B" w:rsidRPr="00D50B4B" w:rsidRDefault="00D50B4B" w:rsidP="00D50B4B">
                      <w:pPr>
                        <w:jc w:val="center"/>
                        <w:rPr>
                          <w:i/>
                          <w:iCs/>
                          <w:sz w:val="32"/>
                          <w:szCs w:val="32"/>
                          <w:rFonts w:ascii="Open Sans" w:hAnsi="Open Sans" w:cs="Open Sans"/>
                        </w:rPr>
                      </w:pPr>
                      <w:r>
                        <w:rPr>
                          <w:i/>
                          <w:sz w:val="32"/>
                          <w:rFonts w:ascii="Open Sans" w:hAnsi="Open Sans"/>
                        </w:rPr>
                        <w:t xml:space="preserve">Signature</w:t>
                      </w:r>
                    </w:p>
                    <w:p w14:paraId="2804B621" w14:textId="77777777" w:rsidR="00D50B4B" w:rsidRPr="00D50B4B" w:rsidRDefault="00D50B4B" w:rsidP="00D50B4B">
                      <w:pPr>
                        <w:jc w:val="center"/>
                        <w:rPr>
                          <w:rFonts w:ascii="Open Sans" w:hAnsi="Open Sans" w:cs="Open Sans"/>
                          <w:sz w:val="32"/>
                          <w:szCs w:val="32"/>
                        </w:rPr>
                      </w:pPr>
                    </w:p>
                    <w:p w14:paraId="57CBC868" w14:textId="77777777" w:rsidR="00D50B4B" w:rsidRPr="00D50B4B" w:rsidRDefault="00D50B4B" w:rsidP="00D50B4B">
                      <w:pPr>
                        <w:jc w:val="center"/>
                        <w:rPr>
                          <w:sz w:val="32"/>
                          <w:szCs w:val="32"/>
                          <w:rFonts w:ascii="Open Sans" w:hAnsi="Open Sans" w:cs="Open Sans"/>
                        </w:rPr>
                      </w:pPr>
                      <w:r>
                        <w:rPr>
                          <w:sz w:val="32"/>
                          <w:rFonts w:ascii="Open Sans" w:hAnsi="Open Sans"/>
                        </w:rPr>
                        <w:t xml:space="preserve">Titre du poste et organisation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54FBA26" wp14:editId="182936A6">
                <wp:simplePos x="0" y="0"/>
                <wp:positionH relativeFrom="column">
                  <wp:posOffset>-1905</wp:posOffset>
                </wp:positionH>
                <wp:positionV relativeFrom="paragraph">
                  <wp:posOffset>3089275</wp:posOffset>
                </wp:positionV>
                <wp:extent cx="3417570" cy="1828800"/>
                <wp:effectExtent l="0" t="0" r="0" b="0"/>
                <wp:wrapNone/>
                <wp:docPr id="8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41757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CD8949D" w14:textId="1BE66872" w:rsidR="002B1152" w:rsidRPr="00D50B4B" w:rsidRDefault="00D50B4B" w:rsidP="002B1152">
                            <w:pPr>
                              <w:jc w:val="center"/>
                              <w:rPr>
                                <w:b/>
                                <w:sz w:val="32"/>
                                <w:szCs w:val="32"/>
                                <w:rFonts w:ascii="Open Sans" w:hAnsi="Open Sans" w:cs="Open Sans"/>
                              </w:rPr>
                            </w:pPr>
                            <w:r>
                              <w:rPr>
                                <w:b/>
                                <w:sz w:val="32"/>
                                <w:rFonts w:ascii="Open Sans" w:hAnsi="Open Sans"/>
                              </w:rPr>
                              <w:t xml:space="preserve">Nom de l’animateur</w:t>
                            </w:r>
                          </w:p>
                          <w:p w14:paraId="1BCA567B" w14:textId="77777777" w:rsidR="002B1152" w:rsidRPr="00D50B4B" w:rsidRDefault="002B1152" w:rsidP="002B1152">
                            <w:pPr>
                              <w:jc w:val="center"/>
                              <w:rPr>
                                <w:rFonts w:ascii="Open Sans" w:hAnsi="Open Sans" w:cs="Open Sans"/>
                                <w:sz w:val="32"/>
                                <w:szCs w:val="32"/>
                              </w:rPr>
                            </w:pPr>
                          </w:p>
                          <w:p w14:paraId="3C646182" w14:textId="6CEB7C37" w:rsidR="002B1152" w:rsidRPr="00D50B4B" w:rsidRDefault="00D50B4B" w:rsidP="002B1152">
                            <w:pPr>
                              <w:jc w:val="center"/>
                              <w:rPr>
                                <w:i/>
                                <w:iCs/>
                                <w:sz w:val="32"/>
                                <w:szCs w:val="32"/>
                                <w:rFonts w:ascii="Open Sans" w:hAnsi="Open Sans" w:cs="Open Sans"/>
                              </w:rPr>
                            </w:pPr>
                            <w:r>
                              <w:rPr>
                                <w:i/>
                                <w:sz w:val="32"/>
                                <w:rFonts w:ascii="Open Sans" w:hAnsi="Open Sans"/>
                              </w:rPr>
                              <w:t xml:space="preserve">Signature</w:t>
                            </w:r>
                          </w:p>
                          <w:p w14:paraId="71FD943C" w14:textId="77777777" w:rsidR="002B1152" w:rsidRPr="00D50B4B" w:rsidRDefault="002B1152" w:rsidP="002B1152">
                            <w:pPr>
                              <w:jc w:val="center"/>
                              <w:rPr>
                                <w:rFonts w:ascii="Open Sans" w:hAnsi="Open Sans" w:cs="Open Sans"/>
                                <w:sz w:val="32"/>
                                <w:szCs w:val="32"/>
                              </w:rPr>
                            </w:pPr>
                          </w:p>
                          <w:p w14:paraId="586BC820" w14:textId="11C93A5D" w:rsidR="00FE3191" w:rsidRPr="00D50B4B" w:rsidRDefault="00D50B4B" w:rsidP="00FE3191">
                            <w:pPr>
                              <w:jc w:val="center"/>
                              <w:rPr>
                                <w:sz w:val="32"/>
                                <w:szCs w:val="32"/>
                                <w:rFonts w:ascii="Open Sans" w:hAnsi="Open Sans" w:cs="Open Sans"/>
                              </w:rPr>
                            </w:pPr>
                            <w:r>
                              <w:rPr>
                                <w:sz w:val="32"/>
                                <w:rFonts w:ascii="Open Sans" w:hAnsi="Open Sans"/>
                              </w:rPr>
                              <w:t xml:space="preserve">Titre du poste et organisation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54FBA26" id="_x0000_s1028" type="#_x0000_t202" style="position:absolute;margin-left:-.15pt;margin-top:243.25pt;width:269.1pt;height:2in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" filled="f" stroked="f">
                <v:path arrowok="t"/>
                <v:textbox inset=",7.2pt,,7.2pt">
                  <w:txbxContent>
                    <w:p w14:paraId="7CD8949D" w14:textId="1BE66872" w:rsidR="002B1152" w:rsidRPr="00D50B4B" w:rsidRDefault="00D50B4B" w:rsidP="002B1152">
                      <w:pPr>
                        <w:jc w:val="center"/>
                        <w:rPr>
                          <w:b/>
                          <w:sz w:val="32"/>
                          <w:szCs w:val="32"/>
                          <w:rFonts w:ascii="Open Sans" w:hAnsi="Open Sans" w:cs="Open Sans"/>
                        </w:rPr>
                      </w:pPr>
                      <w:r>
                        <w:rPr>
                          <w:b/>
                          <w:sz w:val="32"/>
                          <w:rFonts w:ascii="Open Sans" w:hAnsi="Open Sans"/>
                        </w:rPr>
                        <w:t xml:space="preserve">Nom de l’animateur</w:t>
                      </w:r>
                    </w:p>
                    <w:p w14:paraId="1BCA567B" w14:textId="77777777" w:rsidR="002B1152" w:rsidRPr="00D50B4B" w:rsidRDefault="002B1152" w:rsidP="002B1152">
                      <w:pPr>
                        <w:jc w:val="center"/>
                        <w:rPr>
                          <w:rFonts w:ascii="Open Sans" w:hAnsi="Open Sans" w:cs="Open Sans"/>
                          <w:sz w:val="32"/>
                          <w:szCs w:val="32"/>
                        </w:rPr>
                      </w:pPr>
                    </w:p>
                    <w:p w14:paraId="3C646182" w14:textId="6CEB7C37" w:rsidR="002B1152" w:rsidRPr="00D50B4B" w:rsidRDefault="00D50B4B" w:rsidP="002B1152">
                      <w:pPr>
                        <w:jc w:val="center"/>
                        <w:rPr>
                          <w:i/>
                          <w:iCs/>
                          <w:sz w:val="32"/>
                          <w:szCs w:val="32"/>
                          <w:rFonts w:ascii="Open Sans" w:hAnsi="Open Sans" w:cs="Open Sans"/>
                        </w:rPr>
                      </w:pPr>
                      <w:r>
                        <w:rPr>
                          <w:i/>
                          <w:sz w:val="32"/>
                          <w:rFonts w:ascii="Open Sans" w:hAnsi="Open Sans"/>
                        </w:rPr>
                        <w:t xml:space="preserve">Signature</w:t>
                      </w:r>
                    </w:p>
                    <w:p w14:paraId="71FD943C" w14:textId="77777777" w:rsidR="002B1152" w:rsidRPr="00D50B4B" w:rsidRDefault="002B1152" w:rsidP="002B1152">
                      <w:pPr>
                        <w:jc w:val="center"/>
                        <w:rPr>
                          <w:rFonts w:ascii="Open Sans" w:hAnsi="Open Sans" w:cs="Open Sans"/>
                          <w:sz w:val="32"/>
                          <w:szCs w:val="32"/>
                        </w:rPr>
                      </w:pPr>
                    </w:p>
                    <w:p w14:paraId="586BC820" w14:textId="11C93A5D" w:rsidR="00FE3191" w:rsidRPr="00D50B4B" w:rsidRDefault="00D50B4B" w:rsidP="00FE3191">
                      <w:pPr>
                        <w:jc w:val="center"/>
                        <w:rPr>
                          <w:sz w:val="32"/>
                          <w:szCs w:val="32"/>
                          <w:rFonts w:ascii="Open Sans" w:hAnsi="Open Sans" w:cs="Open Sans"/>
                        </w:rPr>
                      </w:pPr>
                      <w:r>
                        <w:rPr>
                          <w:sz w:val="32"/>
                          <w:rFonts w:ascii="Open Sans" w:hAnsi="Open Sans"/>
                        </w:rPr>
                        <w:t xml:space="preserve">Titre du poste et organisation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6192" behindDoc="1" locked="0" layoutInCell="1" allowOverlap="1" wp14:anchorId="763D0650" wp14:editId="1E282E0A">
                <wp:simplePos x="0" y="0"/>
                <wp:positionH relativeFrom="margin">
                  <wp:align>right</wp:align>
                </wp:positionH>
                <wp:positionV relativeFrom="paragraph">
                  <wp:posOffset>-5360035</wp:posOffset>
                </wp:positionV>
                <wp:extent cx="9372600" cy="2990850"/>
                <wp:effectExtent l="0" t="0" r="0" b="0"/>
                <wp:wrapNone/>
                <wp:docPr id="6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9372600" cy="2990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73C352B" w14:textId="77777777" w:rsidR="008E0B95" w:rsidRPr="00922A35" w:rsidRDefault="008E0B95" w:rsidP="008E0B95">
                            <w:pPr>
                              <w:pStyle w:val="BasicParagraph"/>
                              <w:jc w:val="center"/>
                              <w:rPr>
                                <w:b/>
                                <w:bCs/>
                                <w:sz w:val="36"/>
                                <w:szCs w:val="36"/>
                                <w:rFonts w:ascii="Arial" w:hAnsi="Arial" w:cs="Arial-BoldMT"/>
                              </w:rPr>
                            </w:pPr>
                            <w:r>
                              <w:rPr>
                                <w:b/>
                                <w:sz w:val="36"/>
                                <w:rFonts w:ascii="Arial" w:hAnsi="Arial"/>
                              </w:rPr>
                              <w:t xml:space="preserve">Nous certifions par la présente que</w:t>
                            </w:r>
                          </w:p>
                          <w:p w14:paraId="6BD08F3B" w14:textId="77777777" w:rsidR="008E0B95" w:rsidRPr="00F35FE5" w:rsidRDefault="0011284B" w:rsidP="008E0B95">
                            <w:pPr>
                              <w:pStyle w:val="BasicParagraph"/>
                              <w:pBdr>
                                <w:bottom w:val="single" w:sz="6" w:space="1" w:color="auto"/>
                              </w:pBdr>
                              <w:spacing w:before="170"/>
                              <w:jc w:val="center"/>
                              <w:rPr>
                                <w:bCs/>
                                <w:color w:val="auto"/>
                                <w:sz w:val="60"/>
                                <w:szCs w:val="44"/>
                                <w:rFonts w:ascii="Arial Bold" w:hAnsi="Arial Bold" w:cs="Arial-BoldMT"/>
                              </w:rPr>
                            </w:pPr>
                            <w:r>
                              <w:rPr>
                                <w:color w:val="auto"/>
                                <w:sz w:val="60"/>
                                <w:rFonts w:ascii="Arial Bold" w:hAnsi="Arial Bold"/>
                              </w:rPr>
                              <w:t xml:space="preserve">XXXX</w:t>
                            </w:r>
                          </w:p>
                          <w:p w14:paraId="3B13B7C1" w14:textId="77777777" w:rsidR="00922A35" w:rsidRPr="00922A35" w:rsidRDefault="008E0B95" w:rsidP="00922A35">
                            <w:pPr>
                              <w:pStyle w:val="BasicParagraph"/>
                              <w:spacing w:before="300"/>
                              <w:jc w:val="center"/>
                              <w:rPr>
                                <w:bCs/>
                                <w:sz w:val="32"/>
                                <w:szCs w:val="32"/>
                                <w:rFonts w:ascii="Arial Bold" w:hAnsi="Arial Bold" w:cs="Arial-BoldMT"/>
                              </w:rPr>
                            </w:pPr>
                            <w:r>
                              <w:rPr>
                                <w:sz w:val="32"/>
                                <w:rFonts w:ascii="Arial Bold" w:hAnsi="Arial Bold"/>
                              </w:rPr>
                              <w:t xml:space="preserve">a achevé avec succès la</w:t>
                            </w:r>
                            <w:r>
                              <w:rPr>
                                <w:sz w:val="32"/>
                                <w:rFonts w:ascii="Arial Bold" w:hAnsi="Arial Bold"/>
                              </w:rPr>
                              <w:t xml:space="preserve"> </w:t>
                            </w:r>
                          </w:p>
                          <w:p w14:paraId="7E7D418C" w14:textId="77777777" w:rsidR="00922A35" w:rsidRPr="00922A35" w:rsidRDefault="0011284B" w:rsidP="00922A35">
                            <w:pPr>
                              <w:pStyle w:val="BasicParagraph"/>
                              <w:spacing w:before="300"/>
                              <w:jc w:val="center"/>
                              <w:rPr>
                                <w:bCs/>
                                <w:sz w:val="60"/>
                                <w:szCs w:val="60"/>
                                <w:rFonts w:ascii="Arial Bold" w:hAnsi="Arial Bold" w:cs="Arial-BoldMT"/>
                              </w:rPr>
                            </w:pPr>
                            <w:r>
                              <w:rPr>
                                <w:color w:val="C00000"/>
                                <w:sz w:val="60"/>
                                <w:rFonts w:ascii="Arial Bold" w:hAnsi="Arial Bold"/>
                              </w:rPr>
                              <w:t xml:space="preserve">formation de trois jours sur l’engagement communautaire et la redevabilité (CEA)</w:t>
                            </w:r>
                          </w:p>
                          <w:p w14:paraId="2648A148" w14:textId="77777777" w:rsidR="00B337B2" w:rsidRPr="00BC5DF6" w:rsidRDefault="00B337B2" w:rsidP="00BC5DF6">
                            <w:pPr>
                              <w:shd w:val="clear" w:color="auto" w:fill="FFFFFF"/>
                              <w:spacing w:line="360" w:lineRule="auto"/>
                              <w:jc w:val="center"/>
                              <w:rPr>
                                <w:rFonts w:ascii="Arial" w:eastAsia="Times New Roman" w:hAnsi="Arial" w:cs="Arial"/>
                                <w:color w:val="222222"/>
                                <w:sz w:val="22"/>
                                <w:szCs w:val="22"/>
                              </w:rPr>
                            </w:pPr>
                          </w:p>
                          <w:p w14:paraId="4B5FFFBA" w14:textId="77777777" w:rsidR="008E0B95" w:rsidRPr="000F2ECB" w:rsidRDefault="008E0B95" w:rsidP="008E0B95">
                            <w:pPr>
                              <w:pStyle w:val="BasicParagraph"/>
                              <w:pBdr>
                                <w:bottom w:val="single" w:sz="6" w:space="1" w:color="auto"/>
                              </w:pBdr>
                              <w:spacing w:before="57"/>
                              <w:jc w:val="center"/>
                              <w:rPr>
                                <w:rFonts w:ascii="Arial" w:hAnsi="Arial" w:cs="ArialMT"/>
                                <w:sz w:val="20"/>
                                <w:szCs w:val="20"/>
                              </w:rPr>
                            </w:pPr>
                          </w:p>
                          <w:p w14:paraId="3CE261BB" w14:textId="77777777" w:rsidR="008E0B95" w:rsidRPr="000F2ECB" w:rsidRDefault="008E0B95" w:rsidP="008E0B95">
                            <w:pPr>
                              <w:pStyle w:val="BasicParagraph"/>
                              <w:jc w:val="center"/>
                              <w:rPr>
                                <w:rFonts w:ascii="Arial" w:hAnsi="Arial" w:cs="Arial-ItalicMT"/>
                                <w:i/>
                                <w:iCs/>
                                <w:sz w:val="18"/>
                                <w:szCs w:val="18"/>
                              </w:rPr>
                            </w:pPr>
                          </w:p>
                          <w:p w14:paraId="53CC10A2" w14:textId="77777777" w:rsidR="008E0B95" w:rsidRPr="000F2ECB" w:rsidRDefault="008E0B95" w:rsidP="002B1152">
                            <w:pPr>
                              <w:rPr>
                                <w:rFonts w:ascii="Arial" w:hAnsi="Arial"/>
                              </w:rPr>
                            </w:pPr>
                          </w:p>
                          <w:p w14:paraId="56A6FE8D" w14:textId="77777777" w:rsidR="008E0B95" w:rsidRDefault="008E0B95" w:rsidP="008E0B95"/>
                          <w:p w14:paraId="5F80500C" w14:textId="77777777" w:rsidR="008E0B95" w:rsidRDefault="008E0B95" w:rsidP="00F35FE5"/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3D0650" id="_x0000_s1029" type="#_x0000_t202" style="position:absolute;margin-left:686.8pt;margin-top:-422.05pt;width:738pt;height:235.5pt;z-index:-25166028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" filled="f" stroked="f">
                <v:path arrowok="t"/>
                <v:textbox inset=",7.2pt,,7.2pt">
                  <w:txbxContent>
                    <w:p w14:paraId="473C352B" w14:textId="77777777" w:rsidR="008E0B95" w:rsidRPr="00922A35" w:rsidRDefault="008E0B95" w:rsidP="008E0B95">
                      <w:pPr>
                        <w:pStyle w:val="BasicParagraph"/>
                        <w:jc w:val="center"/>
                        <w:rPr>
                          <w:b/>
                          <w:bCs/>
                          <w:sz w:val="36"/>
                          <w:szCs w:val="36"/>
                          <w:rFonts w:ascii="Arial" w:hAnsi="Arial" w:cs="Arial-BoldMT"/>
                        </w:rPr>
                      </w:pPr>
                      <w:r>
                        <w:rPr>
                          <w:b/>
                          <w:sz w:val="36"/>
                          <w:rFonts w:ascii="Arial" w:hAnsi="Arial"/>
                        </w:rPr>
                        <w:t xml:space="preserve">Nous certifions par la présente que</w:t>
                      </w:r>
                    </w:p>
                    <w:p w14:paraId="6BD08F3B" w14:textId="77777777" w:rsidR="008E0B95" w:rsidRPr="00F35FE5" w:rsidRDefault="0011284B" w:rsidP="008E0B95">
                      <w:pPr>
                        <w:pStyle w:val="BasicParagraph"/>
                        <w:pBdr>
                          <w:bottom w:val="single" w:sz="6" w:space="1" w:color="auto"/>
                        </w:pBdr>
                        <w:spacing w:before="170"/>
                        <w:jc w:val="center"/>
                        <w:rPr>
                          <w:bCs/>
                          <w:color w:val="auto"/>
                          <w:sz w:val="60"/>
                          <w:szCs w:val="44"/>
                          <w:rFonts w:ascii="Arial Bold" w:hAnsi="Arial Bold" w:cs="Arial-BoldMT"/>
                        </w:rPr>
                      </w:pPr>
                      <w:r>
                        <w:rPr>
                          <w:color w:val="auto"/>
                          <w:sz w:val="60"/>
                          <w:rFonts w:ascii="Arial Bold" w:hAnsi="Arial Bold"/>
                        </w:rPr>
                        <w:t xml:space="preserve">XXXX</w:t>
                      </w:r>
                    </w:p>
                    <w:p w14:paraId="3B13B7C1" w14:textId="77777777" w:rsidR="00922A35" w:rsidRPr="00922A35" w:rsidRDefault="008E0B95" w:rsidP="00922A35">
                      <w:pPr>
                        <w:pStyle w:val="BasicParagraph"/>
                        <w:spacing w:before="300"/>
                        <w:jc w:val="center"/>
                        <w:rPr>
                          <w:bCs/>
                          <w:sz w:val="32"/>
                          <w:szCs w:val="32"/>
                          <w:rFonts w:ascii="Arial Bold" w:hAnsi="Arial Bold" w:cs="Arial-BoldMT"/>
                        </w:rPr>
                      </w:pPr>
                      <w:r>
                        <w:rPr>
                          <w:sz w:val="32"/>
                          <w:rFonts w:ascii="Arial Bold" w:hAnsi="Arial Bold"/>
                        </w:rPr>
                        <w:t xml:space="preserve">a achevé avec succès la</w:t>
                      </w:r>
                      <w:r>
                        <w:rPr>
                          <w:sz w:val="32"/>
                          <w:rFonts w:ascii="Arial Bold" w:hAnsi="Arial Bold"/>
                        </w:rPr>
                        <w:t xml:space="preserve"> </w:t>
                      </w:r>
                    </w:p>
                    <w:p w14:paraId="7E7D418C" w14:textId="77777777" w:rsidR="00922A35" w:rsidRPr="00922A35" w:rsidRDefault="0011284B" w:rsidP="00922A35">
                      <w:pPr>
                        <w:pStyle w:val="BasicParagraph"/>
                        <w:spacing w:before="300"/>
                        <w:jc w:val="center"/>
                        <w:rPr>
                          <w:bCs/>
                          <w:sz w:val="60"/>
                          <w:szCs w:val="60"/>
                          <w:rFonts w:ascii="Arial Bold" w:hAnsi="Arial Bold" w:cs="Arial-BoldMT"/>
                        </w:rPr>
                      </w:pPr>
                      <w:r>
                        <w:rPr>
                          <w:color w:val="C00000"/>
                          <w:sz w:val="60"/>
                          <w:rFonts w:ascii="Arial Bold" w:hAnsi="Arial Bold"/>
                        </w:rPr>
                        <w:t xml:space="preserve">formation de trois jours sur l’engagement communautaire et la redevabilité (CEA)</w:t>
                      </w:r>
                    </w:p>
                    <w:p w14:paraId="2648A148" w14:textId="77777777" w:rsidR="00B337B2" w:rsidRPr="00BC5DF6" w:rsidRDefault="00B337B2" w:rsidP="00BC5DF6">
                      <w:pPr>
                        <w:shd w:val="clear" w:color="auto" w:fill="FFFFFF"/>
                        <w:spacing w:line="360" w:lineRule="auto"/>
                        <w:jc w:val="center"/>
                        <w:rPr>
                          <w:rFonts w:ascii="Arial" w:eastAsia="Times New Roman" w:hAnsi="Arial" w:cs="Arial"/>
                          <w:color w:val="222222"/>
                          <w:sz w:val="22"/>
                          <w:szCs w:val="22"/>
                        </w:rPr>
                      </w:pPr>
                    </w:p>
                    <w:p w14:paraId="4B5FFFBA" w14:textId="77777777" w:rsidR="008E0B95" w:rsidRPr="000F2ECB" w:rsidRDefault="008E0B95" w:rsidP="008E0B95">
                      <w:pPr>
                        <w:pStyle w:val="BasicParagraph"/>
                        <w:pBdr>
                          <w:bottom w:val="single" w:sz="6" w:space="1" w:color="auto"/>
                        </w:pBdr>
                        <w:spacing w:before="57"/>
                        <w:jc w:val="center"/>
                        <w:rPr>
                          <w:rFonts w:ascii="Arial" w:hAnsi="Arial" w:cs="ArialMT"/>
                          <w:sz w:val="20"/>
                          <w:szCs w:val="20"/>
                        </w:rPr>
                      </w:pPr>
                    </w:p>
                    <w:p w14:paraId="3CE261BB" w14:textId="77777777" w:rsidR="008E0B95" w:rsidRPr="000F2ECB" w:rsidRDefault="008E0B95" w:rsidP="008E0B95">
                      <w:pPr>
                        <w:pStyle w:val="BasicParagraph"/>
                        <w:jc w:val="center"/>
                        <w:rPr>
                          <w:rFonts w:ascii="Arial" w:hAnsi="Arial" w:cs="Arial-ItalicMT"/>
                          <w:i/>
                          <w:iCs/>
                          <w:sz w:val="18"/>
                          <w:szCs w:val="18"/>
                        </w:rPr>
                      </w:pPr>
                    </w:p>
                    <w:p w14:paraId="53CC10A2" w14:textId="77777777" w:rsidR="008E0B95" w:rsidRPr="000F2ECB" w:rsidRDefault="008E0B95" w:rsidP="002B1152">
                      <w:pPr>
                        <w:rPr>
                          <w:rFonts w:ascii="Arial" w:hAnsi="Arial"/>
                        </w:rPr>
                      </w:pPr>
                    </w:p>
                    <w:p w14:paraId="56A6FE8D" w14:textId="77777777" w:rsidR="008E0B95" w:rsidRDefault="008E0B95" w:rsidP="008E0B95"/>
                    <w:p w14:paraId="5F80500C" w14:textId="77777777" w:rsidR="008E0B95" w:rsidRDefault="008E0B95" w:rsidP="00F35FE5"/>
                  </w:txbxContent>
                </v:textbox>
                <w10:wrap anchorx="margin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067AFC98" wp14:editId="37390738">
                <wp:simplePos x="0" y="0"/>
                <wp:positionH relativeFrom="column">
                  <wp:posOffset>5898515</wp:posOffset>
                </wp:positionH>
                <wp:positionV relativeFrom="paragraph">
                  <wp:posOffset>6217920</wp:posOffset>
                </wp:positionV>
                <wp:extent cx="2933700" cy="1579880"/>
                <wp:effectExtent l="0" t="0" r="0" b="0"/>
                <wp:wrapNone/>
                <wp:docPr id="39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2933700" cy="1579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3832C93" w14:textId="77777777" w:rsidR="002B1152" w:rsidRDefault="002B1152" w:rsidP="002B1152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  <w:rFonts w:ascii="Arial" w:hAnsi="Arial" w:cs="Arial"/>
                              </w:rPr>
                            </w:pPr>
                            <w:r>
                              <w:rPr>
                                <w:b/>
                                <w:sz w:val="28"/>
                                <w:rFonts w:ascii="Arial" w:hAnsi="Arial"/>
                              </w:rPr>
                              <w:t xml:space="preserve">Beat Schweizer</w:t>
                            </w:r>
                          </w:p>
                          <w:p w14:paraId="5A51A977" w14:textId="77777777" w:rsidR="002B1152" w:rsidRDefault="002B1152" w:rsidP="002B1152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  <w:p w14:paraId="09DF1E90" w14:textId="77777777" w:rsidR="002B1152" w:rsidRDefault="002B1152" w:rsidP="002B1152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  <w:p w14:paraId="4FA4361B" w14:textId="77777777" w:rsidR="002B1152" w:rsidRDefault="002B1152" w:rsidP="002B1152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  <w:p w14:paraId="69BC81B2" w14:textId="77777777" w:rsidR="002B1152" w:rsidRDefault="002B1152" w:rsidP="002B1152">
                            <w:pPr>
                              <w:jc w:val="center"/>
                              <w:rPr>
                                <w:sz w:val="28"/>
                                <w:szCs w:val="28"/>
                                <w:rFonts w:ascii="Arial" w:hAnsi="Arial" w:cs="Arial"/>
                              </w:rPr>
                            </w:pPr>
                            <w:r>
                              <w:rPr>
                                <w:sz w:val="28"/>
                                <w:rFonts w:ascii="Arial" w:hAnsi="Arial"/>
                              </w:rPr>
                              <w:t xml:space="preserve">Responsable de la délégation régionale</w:t>
                            </w:r>
                          </w:p>
                          <w:p w14:paraId="7FC88C56" w14:textId="77777777" w:rsidR="002B1152" w:rsidRPr="00641FBE" w:rsidRDefault="002B1152" w:rsidP="002B1152">
                            <w:pPr>
                              <w:jc w:val="center"/>
                              <w:rPr>
                                <w:sz w:val="28"/>
                                <w:szCs w:val="28"/>
                                <w:rFonts w:ascii="Arial" w:hAnsi="Arial" w:cs="Arial"/>
                              </w:rPr>
                            </w:pPr>
                            <w:r>
                              <w:rPr>
                                <w:sz w:val="28"/>
                                <w:rFonts w:ascii="Arial" w:hAnsi="Arial"/>
                              </w:rPr>
                              <w:t xml:space="preserve">FICR Asie-Pacifique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67AFC98" id="Text Box 13" o:spid="_x0000_s1030" type="#_x0000_t202" style="position:absolute;margin-left:464.45pt;margin-top:489.6pt;width:231pt;height:124.4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" filled="f" stroked="f">
                <v:path arrowok="t"/>
                <v:textbox inset=",7.2pt,,7.2pt">
                  <w:txbxContent>
                    <w:p w14:paraId="03832C93" w14:textId="77777777" w:rsidR="002B1152" w:rsidRDefault="002B1152" w:rsidP="002B1152">
                      <w:pPr>
                        <w:jc w:val="center"/>
                        <w:rPr>
                          <w:b/>
                          <w:sz w:val="28"/>
                          <w:szCs w:val="28"/>
                          <w:rFonts w:ascii="Arial" w:hAnsi="Arial" w:cs="Arial"/>
                        </w:rPr>
                      </w:pPr>
                      <w:r>
                        <w:rPr>
                          <w:b/>
                          <w:sz w:val="28"/>
                          <w:rFonts w:ascii="Arial" w:hAnsi="Arial"/>
                        </w:rPr>
                        <w:t xml:space="preserve">Beat Schweizer</w:t>
                      </w:r>
                    </w:p>
                    <w:p w14:paraId="5A51A977" w14:textId="77777777" w:rsidR="002B1152" w:rsidRDefault="002B1152" w:rsidP="002B1152">
                      <w:pPr>
                        <w:jc w:val="center"/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</w:pPr>
                    </w:p>
                    <w:p w14:paraId="09DF1E90" w14:textId="77777777" w:rsidR="002B1152" w:rsidRDefault="002B1152" w:rsidP="002B1152">
                      <w:pPr>
                        <w:jc w:val="center"/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</w:pPr>
                    </w:p>
                    <w:p w14:paraId="4FA4361B" w14:textId="77777777" w:rsidR="002B1152" w:rsidRDefault="002B1152" w:rsidP="002B1152">
                      <w:pPr>
                        <w:jc w:val="center"/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</w:pPr>
                    </w:p>
                    <w:p w14:paraId="69BC81B2" w14:textId="77777777" w:rsidR="002B1152" w:rsidRDefault="002B1152" w:rsidP="002B1152">
                      <w:pPr>
                        <w:jc w:val="center"/>
                        <w:rPr>
                          <w:sz w:val="28"/>
                          <w:szCs w:val="28"/>
                          <w:rFonts w:ascii="Arial" w:hAnsi="Arial" w:cs="Arial"/>
                        </w:rPr>
                      </w:pPr>
                      <w:r>
                        <w:rPr>
                          <w:sz w:val="28"/>
                          <w:rFonts w:ascii="Arial" w:hAnsi="Arial"/>
                        </w:rPr>
                        <w:t xml:space="preserve">Responsable de la délégation régionale</w:t>
                      </w:r>
                    </w:p>
                    <w:p w14:paraId="7FC88C56" w14:textId="77777777" w:rsidR="002B1152" w:rsidRPr="00641FBE" w:rsidRDefault="002B1152" w:rsidP="002B1152">
                      <w:pPr>
                        <w:jc w:val="center"/>
                        <w:rPr>
                          <w:sz w:val="28"/>
                          <w:szCs w:val="28"/>
                          <w:rFonts w:ascii="Arial" w:hAnsi="Arial" w:cs="Arial"/>
                        </w:rPr>
                      </w:pPr>
                      <w:r>
                        <w:rPr>
                          <w:sz w:val="28"/>
                          <w:rFonts w:ascii="Arial" w:hAnsi="Arial"/>
                        </w:rPr>
                        <w:t xml:space="preserve">FICR Asie-Pacifique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21D6CB6F" wp14:editId="48471DDE">
                <wp:simplePos x="0" y="0"/>
                <wp:positionH relativeFrom="column">
                  <wp:posOffset>1840230</wp:posOffset>
                </wp:positionH>
                <wp:positionV relativeFrom="paragraph">
                  <wp:posOffset>6205220</wp:posOffset>
                </wp:positionV>
                <wp:extent cx="3039745" cy="1531620"/>
                <wp:effectExtent l="0" t="0" r="0" b="0"/>
                <wp:wrapNone/>
                <wp:docPr id="38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039745" cy="15316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1C758A6" w14:textId="77777777" w:rsidR="00F35FE5" w:rsidRPr="00165425" w:rsidRDefault="00F35FE5" w:rsidP="00F35FE5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  <w:rFonts w:ascii="Arial" w:hAnsi="Arial" w:cs="Arial"/>
                              </w:rPr>
                            </w:pPr>
                            <w:r>
                              <w:rPr>
                                <w:b/>
                                <w:sz w:val="28"/>
                                <w:rFonts w:ascii="Arial" w:hAnsi="Arial"/>
                              </w:rPr>
                              <w:t xml:space="preserve">Xavier Castellanos</w:t>
                            </w:r>
                          </w:p>
                          <w:p w14:paraId="77A0937F" w14:textId="77777777" w:rsidR="00F35FE5" w:rsidRDefault="00F35FE5" w:rsidP="00F35FE5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</w:p>
                          <w:p w14:paraId="66475C01" w14:textId="77777777" w:rsidR="00F35FE5" w:rsidRDefault="00F35FE5" w:rsidP="00F35FE5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</w:p>
                          <w:p w14:paraId="5AA18FB8" w14:textId="77777777" w:rsidR="00F35FE5" w:rsidRPr="00641FBE" w:rsidRDefault="00F35FE5" w:rsidP="00F35FE5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</w:p>
                          <w:p w14:paraId="03135B44" w14:textId="77777777" w:rsidR="00F35FE5" w:rsidRPr="00641FBE" w:rsidRDefault="00F35FE5" w:rsidP="00F35FE5">
                            <w:pPr>
                              <w:jc w:val="center"/>
                              <w:rPr>
                                <w:sz w:val="28"/>
                                <w:szCs w:val="28"/>
                                <w:rFonts w:ascii="Arial" w:hAnsi="Arial" w:cs="Arial"/>
                              </w:rPr>
                            </w:pPr>
                            <w:r>
                              <w:rPr>
                                <w:sz w:val="28"/>
                                <w:rFonts w:ascii="Arial" w:hAnsi="Arial"/>
                              </w:rPr>
                              <w:t xml:space="preserve">Directeur du bureau régional</w:t>
                            </w:r>
                          </w:p>
                          <w:p w14:paraId="18A0F5E1" w14:textId="77777777" w:rsidR="00F35FE5" w:rsidRPr="00641FBE" w:rsidRDefault="00F35FE5" w:rsidP="00F35FE5">
                            <w:pPr>
                              <w:jc w:val="center"/>
                              <w:rPr>
                                <w:sz w:val="28"/>
                                <w:szCs w:val="28"/>
                                <w:rFonts w:ascii="Arial" w:hAnsi="Arial" w:cs="Arial"/>
                              </w:rPr>
                            </w:pPr>
                            <w:r>
                              <w:rPr>
                                <w:sz w:val="28"/>
                                <w:rFonts w:ascii="Arial" w:hAnsi="Arial"/>
                              </w:rPr>
                              <w:t xml:space="preserve">FICR Asie-Pacifique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1D6CB6F" id="Text Box 14" o:spid="_x0000_s1031" type="#_x0000_t202" style="position:absolute;margin-left:144.9pt;margin-top:488.6pt;width:239.35pt;height:120.6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" filled="f" stroked="f">
                <v:path arrowok="t"/>
                <v:textbox inset=",7.2pt,,7.2pt">
                  <w:txbxContent>
                    <w:p w14:paraId="21C758A6" w14:textId="77777777" w:rsidR="00F35FE5" w:rsidRPr="00165425" w:rsidRDefault="00F35FE5" w:rsidP="00F35FE5">
                      <w:pPr>
                        <w:jc w:val="center"/>
                        <w:rPr>
                          <w:b/>
                          <w:sz w:val="28"/>
                          <w:szCs w:val="28"/>
                          <w:rFonts w:ascii="Arial" w:hAnsi="Arial" w:cs="Arial"/>
                        </w:rPr>
                      </w:pPr>
                      <w:r>
                        <w:rPr>
                          <w:b/>
                          <w:sz w:val="28"/>
                          <w:rFonts w:ascii="Arial" w:hAnsi="Arial"/>
                        </w:rPr>
                        <w:t xml:space="preserve">Xavier Castellanos</w:t>
                      </w:r>
                    </w:p>
                    <w:p w14:paraId="77A0937F" w14:textId="77777777" w:rsidR="00F35FE5" w:rsidRDefault="00F35FE5" w:rsidP="00F35FE5">
                      <w:pPr>
                        <w:jc w:val="center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</w:p>
                    <w:p w14:paraId="66475C01" w14:textId="77777777" w:rsidR="00F35FE5" w:rsidRDefault="00F35FE5" w:rsidP="00F35FE5">
                      <w:pPr>
                        <w:jc w:val="center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</w:p>
                    <w:p w14:paraId="5AA18FB8" w14:textId="77777777" w:rsidR="00F35FE5" w:rsidRPr="00641FBE" w:rsidRDefault="00F35FE5" w:rsidP="00F35FE5">
                      <w:pPr>
                        <w:jc w:val="center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</w:p>
                    <w:p w14:paraId="03135B44" w14:textId="77777777" w:rsidR="00F35FE5" w:rsidRPr="00641FBE" w:rsidRDefault="00F35FE5" w:rsidP="00F35FE5">
                      <w:pPr>
                        <w:jc w:val="center"/>
                        <w:rPr>
                          <w:sz w:val="28"/>
                          <w:szCs w:val="28"/>
                          <w:rFonts w:ascii="Arial" w:hAnsi="Arial" w:cs="Arial"/>
                        </w:rPr>
                      </w:pPr>
                      <w:r>
                        <w:rPr>
                          <w:sz w:val="28"/>
                          <w:rFonts w:ascii="Arial" w:hAnsi="Arial"/>
                        </w:rPr>
                        <w:t xml:space="preserve">Directeur du bureau régional</w:t>
                      </w:r>
                    </w:p>
                    <w:p w14:paraId="18A0F5E1" w14:textId="77777777" w:rsidR="00F35FE5" w:rsidRPr="00641FBE" w:rsidRDefault="00F35FE5" w:rsidP="00F35FE5">
                      <w:pPr>
                        <w:jc w:val="center"/>
                        <w:rPr>
                          <w:sz w:val="28"/>
                          <w:szCs w:val="28"/>
                          <w:rFonts w:ascii="Arial" w:hAnsi="Arial" w:cs="Arial"/>
                        </w:rPr>
                      </w:pPr>
                      <w:r>
                        <w:rPr>
                          <w:sz w:val="28"/>
                          <w:rFonts w:ascii="Arial" w:hAnsi="Arial"/>
                        </w:rPr>
                        <w:t xml:space="preserve">FICR Asie-Pacifique</w:t>
                      </w:r>
                    </w:p>
                  </w:txbxContent>
                </v:textbox>
              </v:shape>
            </w:pict>
          </mc:Fallback>
        </mc:AlternateContent>
      </w:r>
    </w:p>
    <w:sectPr w:rsidR="00416376" w:rsidRPr="00BC5DF6" w:rsidSect="00A4008A">
      <w:headerReference w:type="first" r:id="rId8"/>
      <w:pgSz w:w="16838" w:h="11899" w:orient="landscape"/>
      <w:pgMar w:top="3402" w:right="1440" w:bottom="1559" w:left="1440" w:header="0" w:footer="51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5334E3" w14:textId="77777777" w:rsidR="00D51459" w:rsidRDefault="00D51459">
      <w:r>
        <w:separator/>
      </w:r>
    </w:p>
  </w:endnote>
  <w:endnote w:type="continuationSeparator" w:id="0">
    <w:p w14:paraId="2B8EF5BF" w14:textId="77777777" w:rsidR="00D51459" w:rsidRDefault="00D514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-Roman">
    <w:altName w:val="Times New Roman"/>
    <w:panose1 w:val="00000500000000020000"/>
    <w:charset w:val="4D"/>
    <w:family w:val="auto"/>
    <w:notTrueType/>
    <w:pitch w:val="default"/>
    <w:sig w:usb0="03000000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 Sans">
    <w:panose1 w:val="020B0604020202020204"/>
    <w:charset w:val="00"/>
    <w:family w:val="swiss"/>
    <w:pitch w:val="variable"/>
    <w:sig w:usb0="E00002EF" w:usb1="4000205B" w:usb2="00000028" w:usb3="00000000" w:csb0="0000019F" w:csb1="00000000"/>
  </w:font>
  <w:font w:name="Montserrat">
    <w:panose1 w:val="020B0604020202020204"/>
    <w:charset w:val="4D"/>
    <w:family w:val="auto"/>
    <w:pitch w:val="variable"/>
    <w:sig w:usb0="20000007" w:usb1="00000001" w:usb2="00000000" w:usb3="00000000" w:csb0="00000193" w:csb1="00000000"/>
  </w:font>
  <w:font w:name="Arial-BoldMT">
    <w:altName w:val="Arial Bold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ArialMT">
    <w:altName w:val="Arial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Arial-ItalicMT">
    <w:altName w:val="Arial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Arial Bold">
    <w:altName w:val="Arial"/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BAEDAD" w14:textId="77777777" w:rsidR="00D51459" w:rsidRDefault="00D51459">
      <w:r>
        <w:separator/>
      </w:r>
    </w:p>
  </w:footnote>
  <w:footnote w:type="continuationSeparator" w:id="0">
    <w:p w14:paraId="7035D867" w14:textId="77777777" w:rsidR="00D51459" w:rsidRDefault="00D514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C95AC2" w14:textId="7B1EE283" w:rsidR="008E0B95" w:rsidRDefault="00D50B4B" w:rsidP="00922A35">
    <w:pPr>
      <w:pStyle w:val="Header"/>
      <w:tabs>
        <w:tab w:val="clear" w:pos="4320"/>
        <w:tab w:val="clear" w:pos="8640"/>
        <w:tab w:val="left" w:pos="11370"/>
      </w:tabs>
      <w:ind w:left="-540" w:hanging="90"/>
    </w:pPr>
    <w:r>
      <mc:AlternateContent>
        <mc:Choice Requires="wps">
          <w:drawing>
            <wp:anchor distT="0" distB="0" distL="114300" distR="114300" simplePos="0" relativeHeight="251657216" behindDoc="0" locked="0" layoutInCell="1" allowOverlap="1" wp14:anchorId="6EE304BD" wp14:editId="0727A606">
              <wp:simplePos x="0" y="0"/>
              <wp:positionH relativeFrom="margin">
                <wp:posOffset>-609301</wp:posOffset>
              </wp:positionH>
              <wp:positionV relativeFrom="paragraph">
                <wp:posOffset>361689</wp:posOffset>
              </wp:positionV>
              <wp:extent cx="9971405" cy="6767830"/>
              <wp:effectExtent l="12700" t="12700" r="10795" b="13970"/>
              <wp:wrapTight wrapText="bothSides">
                <wp:wrapPolygon edited="0">
                  <wp:start x="-28" y="-41"/>
                  <wp:lineTo x="-28" y="21604"/>
                  <wp:lineTo x="21596" y="21604"/>
                  <wp:lineTo x="21596" y="-41"/>
                  <wp:lineTo x="-28" y="-41"/>
                </wp:wrapPolygon>
              </wp:wrapTight>
              <wp:docPr id="4" name="Rectangl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9971405" cy="6767830"/>
                      </a:xfrm>
                      <a:prstGeom prst="rect">
                        <a:avLst/>
                      </a:prstGeom>
                      <a:noFill/>
                      <a:ln w="25400">
                        <a:solidFill>
                          <a:srgbClr val="FF0000"/>
                        </a:solidFill>
                        <a:miter lim="800000"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gradFill rotWithShape="0">
                              <a:gsLst>
                                <a:gs pos="0">
                                  <a:srgbClr val="9BC1FF"/>
                                </a:gs>
                                <a:gs pos="100000">
                                  <a:srgbClr val="3F80CD"/>
                                </a:gs>
                              </a:gsLst>
                              <a:lin ang="5400000"/>
                            </a:gradFill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25400" dir="5400000" algn="ctr" rotWithShape="0">
                                <a:srgbClr val="808080">
                                  <a:alpha val="35001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58F6D4E7" id="Rectangle 8" o:spid="_x0000_s1026" style="position:absolute;margin-left:-48pt;margin-top:28.5pt;width:785.15pt;height:532.9pt;z-index: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" filled="f" fillcolor="#9bc1ff" strokecolor="red" strokeweight="2pt">
              <v:fill color2="#3f80cd" focus="100%" type="gradient">
                <o:fill v:ext="view" type="gradientUnscaled"/>
              </v:fill>
              <v:shadow opacity="22938f" offset="0"/>
              <v:path arrowok="t"/>
              <v:textbox inset=",7.2pt,,7.2pt"/>
              <w10:wrap type="tight" anchorx="margin"/>
            </v:rect>
          </w:pict>
        </mc:Fallback>
      </mc:AlternateContent>
    </w:r>
    <w:r>
      <w:rPr>
        <w:b/>
        <w:color w:val="000000"/>
        <w:sz w:val="21"/>
        <w:rFonts w:ascii="Montserrat" w:hAnsi="Montserrat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44D87A93" wp14:editId="5E186787">
              <wp:simplePos x="0" y="0"/>
              <wp:positionH relativeFrom="column">
                <wp:posOffset>7808259</wp:posOffset>
              </wp:positionH>
              <wp:positionV relativeFrom="paragraph">
                <wp:posOffset>645459</wp:posOffset>
              </wp:positionV>
              <wp:extent cx="1313329" cy="1075279"/>
              <wp:effectExtent l="0" t="0" r="7620" b="17145"/>
              <wp:wrapNone/>
              <wp:docPr id="9" name="Rectangle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313329" cy="1075279"/>
                      </a:xfrm>
                      <a:prstGeom prst="rect">
                        <a:avLst/>
                      </a:prstGeom>
                      <a:solidFill>
                        <a:schemeClr val="bg2"/>
                      </a:solidFill>
                      <a:ln>
                        <a:solidFill>
                          <a:schemeClr val="bg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39372AD8" w14:textId="1BA028A5" w:rsidR="00D50B4B" w:rsidRPr="00D50B4B" w:rsidRDefault="00D50B4B" w:rsidP="00D50B4B">
                          <w:pPr>
                            <w:jc w:val="center"/>
                            <w:rPr>
                              <w:color w:val="000000" w:themeColor="text1"/>
                              <w:rFonts w:ascii="Open Sans" w:hAnsi="Open Sans" w:cs="Open Sans"/>
                            </w:rPr>
                          </w:pPr>
                          <w:r>
                            <w:rPr>
                              <w:color w:val="000000" w:themeColor="text1"/>
                              <w:rFonts w:ascii="Open Sans" w:hAnsi="Open Sans"/>
                            </w:rPr>
                            <w:t xml:space="preserve">Ajouter le logo de la Société nationale ici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4D87A93" id="Rectangle 9" o:spid="_x0000_s1032" style="position:absolute;left:0;text-align:left;margin-left:614.8pt;margin-top:50.8pt;width:103.4pt;height:84.6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" fillcolor="#e7e6e6 [3214]" strokecolor="#e7e6e6 [3214]" strokeweight="1pt">
              <v:textbox>
                <w:txbxContent>
                  <w:p w14:paraId="39372AD8" w14:textId="1BA028A5" w:rsidR="00D50B4B" w:rsidRPr="00D50B4B" w:rsidRDefault="00D50B4B" w:rsidP="00D50B4B">
                    <w:pPr>
                      <w:jc w:val="center"/>
                      <w:rPr>
                        <w:color w:val="000000" w:themeColor="text1"/>
                        <w:rFonts w:ascii="Open Sans" w:hAnsi="Open Sans" w:cs="Open Sans"/>
                      </w:rPr>
                    </w:pPr>
                    <w:r>
                      <w:rPr>
                        <w:color w:val="000000" w:themeColor="text1"/>
                        <w:rFonts w:ascii="Open Sans" w:hAnsi="Open Sans"/>
                      </w:rPr>
                      <w:t xml:space="preserve">Ajouter le logo de la Société nationale ici</w:t>
                    </w:r>
                  </w:p>
                </w:txbxContent>
              </v:textbox>
            </v:rect>
          </w:pict>
        </mc:Fallback>
      </mc:AlternateContent>
    </w:r>
    <w:r>
      <w:rPr>
        <w:b/>
        <w:color w:val="000000"/>
        <w:sz w:val="21"/>
        <w:rFonts w:ascii="Montserrat" w:hAnsi="Montserrat"/>
      </w:rPr>
      <w:drawing>
        <wp:anchor distT="0" distB="0" distL="114300" distR="114300" simplePos="0" relativeHeight="251661312" behindDoc="1" locked="0" layoutInCell="1" allowOverlap="1" wp14:anchorId="74D4B9D3" wp14:editId="3320BF3B">
          <wp:simplePos x="0" y="0"/>
          <wp:positionH relativeFrom="column">
            <wp:posOffset>-457499</wp:posOffset>
          </wp:positionH>
          <wp:positionV relativeFrom="paragraph">
            <wp:posOffset>519916</wp:posOffset>
          </wp:positionV>
          <wp:extent cx="2452370" cy="1200785"/>
          <wp:effectExtent l="0" t="0" r="0" b="0"/>
          <wp:wrapSquare wrapText="bothSides"/>
          <wp:docPr id="5" name="Picture 5" descr="A picture containing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5" descr="A picture containing logo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52370" cy="12007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C144CE"/>
    <w:multiLevelType w:val="hybridMultilevel"/>
    <w:tmpl w:val="B1DA9472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1"/>
  <w:embedSystemFonts/>
  <w:proofState w:spelling="dirty" w:grammar="dirty"/>
  <w:attachedTemplate r:id="rId1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 fill="f" fillcolor="white" stroke="f">
      <v:fill color="white" on="f"/>
      <v:stroke on="f"/>
      <v:textbox inset=",7.2pt,,7.2pt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319C"/>
    <w:rsid w:val="0007495E"/>
    <w:rsid w:val="000B2FC2"/>
    <w:rsid w:val="000F2ECB"/>
    <w:rsid w:val="0011284B"/>
    <w:rsid w:val="0025605F"/>
    <w:rsid w:val="002763E9"/>
    <w:rsid w:val="002B1152"/>
    <w:rsid w:val="002B3CBA"/>
    <w:rsid w:val="00414C3A"/>
    <w:rsid w:val="00416376"/>
    <w:rsid w:val="00497C9D"/>
    <w:rsid w:val="004D3252"/>
    <w:rsid w:val="004D3932"/>
    <w:rsid w:val="005074AC"/>
    <w:rsid w:val="00583AB5"/>
    <w:rsid w:val="005D1B83"/>
    <w:rsid w:val="005E246A"/>
    <w:rsid w:val="005F4965"/>
    <w:rsid w:val="006111A3"/>
    <w:rsid w:val="00701E2A"/>
    <w:rsid w:val="00722634"/>
    <w:rsid w:val="00735C4A"/>
    <w:rsid w:val="00737BAB"/>
    <w:rsid w:val="0074616D"/>
    <w:rsid w:val="008670F9"/>
    <w:rsid w:val="008E0B95"/>
    <w:rsid w:val="00922A35"/>
    <w:rsid w:val="00935B43"/>
    <w:rsid w:val="009D16F5"/>
    <w:rsid w:val="00A4008A"/>
    <w:rsid w:val="00A45E40"/>
    <w:rsid w:val="00A55546"/>
    <w:rsid w:val="00AF5DB2"/>
    <w:rsid w:val="00AF60E9"/>
    <w:rsid w:val="00B3319C"/>
    <w:rsid w:val="00B337B2"/>
    <w:rsid w:val="00BC5DF6"/>
    <w:rsid w:val="00C424E6"/>
    <w:rsid w:val="00C530EE"/>
    <w:rsid w:val="00D37F56"/>
    <w:rsid w:val="00D50B4B"/>
    <w:rsid w:val="00D51459"/>
    <w:rsid w:val="00EE2B8E"/>
    <w:rsid w:val="00F35FE5"/>
    <w:rsid w:val="00FE3191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="f" fillcolor="white" stroke="f">
      <v:fill color="white" on="f"/>
      <v:stroke on="f"/>
      <v:textbox inset=",7.2pt,,7.2pt"/>
    </o:shapedefaults>
    <o:shapelayout v:ext="edit">
      <o:idmap v:ext="edit" data="2"/>
    </o:shapelayout>
  </w:shapeDefaults>
  <w:decimalSymbol w:val="."/>
  <w:listSeparator w:val=","/>
  <w14:docId w14:val="77619EF8"/>
  <w15:docId w15:val="{B7A181A6-5BD8-2349-A6D8-97EA389B35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fr-FR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7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4" w:semiHidden="1" w:unhideWhenUsed="1"/>
    <w:lsdException w:name="List Bullet 5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E0B95"/>
    <w:rPr>
      <w:sz w:val="24"/>
      <w:szCs w:val="24"/>
      <w:lang w:val="fr-FR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4616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4616D"/>
  </w:style>
  <w:style w:type="paragraph" w:styleId="Footer">
    <w:name w:val="footer"/>
    <w:basedOn w:val="Normal"/>
    <w:link w:val="FooterChar"/>
    <w:uiPriority w:val="99"/>
    <w:unhideWhenUsed/>
    <w:rsid w:val="0074616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4616D"/>
  </w:style>
  <w:style w:type="paragraph" w:customStyle="1" w:styleId="BasicParagraph">
    <w:name w:val="[Basic Paragraph]"/>
    <w:basedOn w:val="Normal"/>
    <w:uiPriority w:val="99"/>
    <w:rsid w:val="000F2ECB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  <w:lang w:val="fr-FR"/>
    </w:rPr>
  </w:style>
  <w:style w:type="paragraph" w:customStyle="1" w:styleId="Default">
    <w:name w:val="Default"/>
    <w:rsid w:val="00A55546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val="fr-FR" w:eastAsia="en-US"/>
    </w:rPr>
  </w:style>
  <w:style w:type="paragraph" w:styleId="BalloonText">
    <w:name w:val="Balloon Text"/>
    <w:basedOn w:val="Normal"/>
    <w:link w:val="BalloonTextChar"/>
    <w:semiHidden/>
    <w:unhideWhenUsed/>
    <w:rsid w:val="008670F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semiHidden/>
    <w:rsid w:val="008670F9"/>
    <w:rPr>
      <w:rFonts w:ascii="Tahoma" w:hAnsi="Tahoma" w:cs="Tahoma"/>
      <w:sz w:val="16"/>
      <w:szCs w:val="16"/>
      <w:lang w:val="fr-FR" w:eastAsia="en-US"/>
    </w:rPr>
  </w:style>
  <w:style w:type="paragraph" w:styleId="NormalWeb">
    <w:name w:val="Normal (Web)"/>
    <w:basedOn w:val="Normal"/>
    <w:uiPriority w:val="99"/>
    <w:semiHidden/>
    <w:unhideWhenUsed/>
    <w:rsid w:val="00EE2B8E"/>
    <w:pPr>
      <w:spacing w:before="100" w:beforeAutospacing="1" w:after="100" w:afterAutospacing="1"/>
    </w:pPr>
    <w:rPr>
      <w:rFonts w:ascii="Times New Roman" w:eastAsia="Times New Roman" w:hAnsi="Times New Roman"/>
    </w:rPr>
  </w:style>
  <w:style w:type="paragraph" w:styleId="ListParagraph">
    <w:name w:val="List Paragraph"/>
    <w:basedOn w:val="Normal"/>
    <w:rsid w:val="0011284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916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883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456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659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325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86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236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82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814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5966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545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996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569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sers\Isabel.Low\Dropbox\BANGKOK%20CEA%20training%2018-21%20May%20(1)\Training%20Certificates\CEA%20Training%20Certificate%20Templat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8EE9237482712449971AC4496F4F58A" ma:contentTypeVersion="19" ma:contentTypeDescription="Create a new document." ma:contentTypeScope="" ma:versionID="751c983e2c972f49d717fd7875f6ef03">
  <xsd:schema xmlns:xsd="http://www.w3.org/2001/XMLSchema" xmlns:xs="http://www.w3.org/2001/XMLSchema" xmlns:p="http://schemas.microsoft.com/office/2006/metadata/properties" xmlns:ns1="http://schemas.microsoft.com/sharepoint/v3" xmlns:ns2="133e5729-7bb1-4685-bd1f-c5e580a2ee33" xmlns:ns3="cf328f71-004c-4ec5-8aac-4c1fe87c002c" targetNamespace="http://schemas.microsoft.com/office/2006/metadata/properties" ma:root="true" ma:fieldsID="f5f89f650305b4ca390f45d416a32a58" ns1:_="" ns2:_="" ns3:_="">
    <xsd:import namespace="http://schemas.microsoft.com/sharepoint/v3"/>
    <xsd:import namespace="133e5729-7bb1-4685-bd1f-c5e580a2ee33"/>
    <xsd:import namespace="cf328f71-004c-4ec5-8aac-4c1fe87c00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CR" minOccurs="0"/>
                <xsd:element ref="ns3:MediaServiceLocation" minOccurs="0"/>
                <xsd:element ref="ns3:MediaLengthInSeconds" minOccurs="0"/>
                <xsd:element ref="ns3:SharingLink" minOccurs="0"/>
                <xsd:element ref="ns3:lcf76f155ced4ddcb4097134ff3c332f" minOccurs="0"/>
                <xsd:element ref="ns2:TaxCatchAll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3e5729-7bb1-4685-bd1f-c5e580a2ee3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cc3d5bd-c7ff-448c-a8db-21860a682db1}" ma:internalName="TaxCatchAll" ma:showField="CatchAllData" ma:web="133e5729-7bb1-4685-bd1f-c5e580a2ee3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328f71-004c-4ec5-8aac-4c1fe87c002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SharingLink" ma:index="21" nillable="true" ma:displayName="Sharing Link" ma:format="Dropdown" ma:internalName="SharingLink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214f832c-f6f1-485d-8901-6765a4832c5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  <TaxCatchAll xmlns="133e5729-7bb1-4685-bd1f-c5e580a2ee33" xsi:nil="true"/>
    <lcf76f155ced4ddcb4097134ff3c332f xmlns="cf328f71-004c-4ec5-8aac-4c1fe87c002c">
      <Terms xmlns="http://schemas.microsoft.com/office/infopath/2007/PartnerControls"/>
    </lcf76f155ced4ddcb4097134ff3c332f>
    <SharingLink xmlns="cf328f71-004c-4ec5-8aac-4c1fe87c002c" xsi:nil="true"/>
    <SharedWithUsers xmlns="133e5729-7bb1-4685-bd1f-c5e580a2ee33">
      <UserInfo>
        <DisplayName/>
        <AccountId xsi:nil="true"/>
        <AccountType/>
      </UserInfo>
    </SharedWithUsers>
    <MediaLengthInSeconds xmlns="cf328f71-004c-4ec5-8aac-4c1fe87c002c" xsi:nil="true"/>
  </documentManagement>
</p:properties>
</file>

<file path=customXml/itemProps1.xml><?xml version="1.0" encoding="utf-8"?>
<ds:datastoreItem xmlns:ds="http://schemas.openxmlformats.org/officeDocument/2006/customXml" ds:itemID="{1B5DD4CD-A424-4A84-A0E9-CAE12AB178B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797A294-D4C2-44B4-9042-AFB3F260A508}"/>
</file>

<file path=customXml/itemProps3.xml><?xml version="1.0" encoding="utf-8"?>
<ds:datastoreItem xmlns:ds="http://schemas.openxmlformats.org/officeDocument/2006/customXml" ds:itemID="{BE1A3E88-5755-4B30-89FC-E1B59B40C41E}"/>
</file>

<file path=customXml/itemProps4.xml><?xml version="1.0" encoding="utf-8"?>
<ds:datastoreItem xmlns:ds="http://schemas.openxmlformats.org/officeDocument/2006/customXml" ds:itemID="{8340D41E-5D74-4681-A5BE-447614CA8124}"/>
</file>

<file path=docProps/app.xml><?xml version="1.0" encoding="utf-8"?>
<Properties xmlns="http://schemas.openxmlformats.org/officeDocument/2006/extended-properties" xmlns:vt="http://schemas.openxmlformats.org/officeDocument/2006/docPropsVTypes">
  <Template>D:\Users\Isabel.Low\Dropbox\BANGKOK CEA training 18-21 May (1)\Training Certificates\CEA Training Certificate Template.dot</Template>
  <TotalTime>1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IFRC</Company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Isabel LOW</dc:creator>
  <cp:keywords/>
  <cp:lastModifiedBy>Sharon Reader</cp:lastModifiedBy>
  <cp:revision>2</cp:revision>
  <cp:lastPrinted>2017-11-21T08:30:00Z</cp:lastPrinted>
  <dcterms:created xsi:type="dcterms:W3CDTF">2022-06-06T11:13:00Z</dcterms:created>
  <dcterms:modified xsi:type="dcterms:W3CDTF">2022-06-06T11:13:00Z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0x01010088EE9237482712449971AC4496F4F58A</vt:lpwstr>
  </property>
  <property fmtid="{D5CDD505-2E9C-101B-9397-08002B2CF9AE}" pid="3" name="Order">
    <vt:r8>5822000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SourceUrl">
    <vt:lpwstr/>
  </property>
  <property fmtid="{D5CDD505-2E9C-101B-9397-08002B2CF9AE}" pid="7" name="_SharedFileIndex">
    <vt:lpwstr/>
  </property>
  <property fmtid="{D5CDD505-2E9C-101B-9397-08002B2CF9AE}" pid="8" name="ComplianceAssetId">
    <vt:lpwstr/>
  </property>
  <property fmtid="{D5CDD505-2E9C-101B-9397-08002B2CF9AE}" pid="9" name="TemplateUrl">
    <vt:lpwstr/>
  </property>
  <property fmtid="{D5CDD505-2E9C-101B-9397-08002B2CF9AE}" pid="10" name="_ExtendedDescription">
    <vt:lpwstr/>
  </property>
  <property fmtid="{D5CDD505-2E9C-101B-9397-08002B2CF9AE}" pid="11" name="TriggerFlowInfo">
    <vt:lpwstr/>
  </property>
  <property fmtid="{D5CDD505-2E9C-101B-9397-08002B2CF9AE}" pid="12" name="MediaServiceImageTags">
    <vt:lpwstr/>
  </property>
</Properties>
</file>